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5C394D2A" w:rsidRDefault="00CD6897" w14:paraId="3F7D23EF" w14:textId="33F1C3DD">
      <w:pPr>
        <w:spacing w:line="240" w:lineRule="auto"/>
        <w:jc w:val="right"/>
        <w:rPr>
          <w:rFonts w:ascii="Corbel" w:hAnsi="Corbel"/>
          <w:i w:val="1"/>
          <w:iCs w:val="1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5C394D2A" w:rsidR="00D8678B">
        <w:rPr>
          <w:rFonts w:ascii="Corbel" w:hAnsi="Corbel"/>
          <w:i w:val="1"/>
          <w:iCs w:val="1"/>
        </w:rPr>
        <w:t xml:space="preserve">Załącznik nr </w:t>
      </w:r>
      <w:r w:rsidRPr="5C394D2A" w:rsidR="006F31E2">
        <w:rPr>
          <w:rFonts w:ascii="Corbel" w:hAnsi="Corbel"/>
          <w:i w:val="1"/>
          <w:iCs w:val="1"/>
        </w:rPr>
        <w:t>1.5</w:t>
      </w:r>
      <w:r w:rsidRPr="5C394D2A" w:rsidR="00D8678B">
        <w:rPr>
          <w:rFonts w:ascii="Corbel" w:hAnsi="Corbel"/>
          <w:i w:val="1"/>
          <w:iCs w:val="1"/>
        </w:rPr>
        <w:t xml:space="preserve"> do Zarządzenia</w:t>
      </w:r>
      <w:r w:rsidRPr="5C394D2A" w:rsidR="002A22BF">
        <w:rPr>
          <w:rFonts w:ascii="Corbel" w:hAnsi="Corbel"/>
          <w:i w:val="1"/>
          <w:iCs w:val="1"/>
        </w:rPr>
        <w:t xml:space="preserve"> Rektora </w:t>
      </w:r>
      <w:r w:rsidRPr="5C394D2A" w:rsidR="002A22BF">
        <w:rPr>
          <w:rFonts w:ascii="Corbel" w:hAnsi="Corbel"/>
          <w:i w:val="1"/>
          <w:iCs w:val="1"/>
        </w:rPr>
        <w:t xml:space="preserve">UR </w:t>
      </w:r>
      <w:r w:rsidRPr="5C394D2A" w:rsidR="00CD6897">
        <w:rPr>
          <w:rFonts w:ascii="Corbel" w:hAnsi="Corbel"/>
          <w:i w:val="1"/>
          <w:iCs w:val="1"/>
        </w:rPr>
        <w:t xml:space="preserve">nr</w:t>
      </w:r>
      <w:r w:rsidRPr="5C394D2A" w:rsidR="00CD6897">
        <w:rPr>
          <w:rFonts w:ascii="Corbel" w:hAnsi="Corbel"/>
          <w:i w:val="1"/>
          <w:iCs w:val="1"/>
        </w:rPr>
        <w:t xml:space="preserve"> </w:t>
      </w:r>
      <w:r w:rsidRPr="5C394D2A" w:rsidR="00F17567">
        <w:rPr>
          <w:rFonts w:ascii="Corbel" w:hAnsi="Corbel"/>
          <w:i w:val="1"/>
          <w:iCs w:val="1"/>
        </w:rPr>
        <w:t>12/2019</w:t>
      </w:r>
    </w:p>
    <w:p w:rsidRPr="009C54AE" w:rsidR="0085747A" w:rsidP="009C54AE" w:rsidRDefault="0085747A" w14:paraId="3ED8656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5C394D2A" w:rsidRDefault="0071620A" w14:paraId="0EB741F7" w14:textId="6FDC9337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C394D2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C394D2A" w:rsidR="74CCAA1B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C394D2A" w:rsidR="002452ED">
        <w:rPr>
          <w:rFonts w:ascii="Corbel" w:hAnsi="Corbel"/>
          <w:i w:val="1"/>
          <w:iCs w:val="1"/>
          <w:smallCaps w:val="1"/>
          <w:sz w:val="24"/>
          <w:szCs w:val="24"/>
        </w:rPr>
        <w:t>2022/2023-2023/2024</w:t>
      </w:r>
    </w:p>
    <w:p w:rsidR="0085747A" w:rsidP="5C394D2A" w:rsidRDefault="0085747A" w14:paraId="276A6BE3" w14:textId="77777777">
      <w:pPr>
        <w:spacing w:after="0" w:line="240" w:lineRule="exact"/>
        <w:ind w:left="5664" w:firstLine="0"/>
        <w:jc w:val="both"/>
        <w:rPr>
          <w:rFonts w:ascii="Corbel" w:hAnsi="Corbel"/>
          <w:sz w:val="20"/>
          <w:szCs w:val="20"/>
        </w:rPr>
      </w:pPr>
      <w:r w:rsidRPr="5C394D2A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5C394D2A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8B99E0F" w14:textId="2BD8D62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452ED">
        <w:rPr>
          <w:rFonts w:ascii="Corbel" w:hAnsi="Corbel"/>
          <w:sz w:val="20"/>
          <w:szCs w:val="20"/>
        </w:rPr>
        <w:t xml:space="preserve">Rok </w:t>
      </w:r>
      <w:r w:rsidR="002452ED">
        <w:rPr>
          <w:rFonts w:ascii="Corbel" w:hAnsi="Corbel"/>
          <w:sz w:val="20"/>
          <w:szCs w:val="20"/>
        </w:rPr>
        <w:t>akademicki 202</w:t>
      </w:r>
      <w:r w:rsidR="00576DEE">
        <w:rPr>
          <w:rFonts w:ascii="Corbel" w:hAnsi="Corbel"/>
          <w:sz w:val="20"/>
          <w:szCs w:val="20"/>
        </w:rPr>
        <w:t>3</w:t>
      </w:r>
      <w:r w:rsidR="00576DEE">
        <w:rPr>
          <w:rFonts w:ascii="Corbel" w:hAnsi="Corbel"/>
          <w:sz w:val="20"/>
          <w:szCs w:val="20"/>
        </w:rPr>
        <w:t>/2024</w:t>
      </w:r>
    </w:p>
    <w:p w:rsidRPr="009C54AE" w:rsidR="0085747A" w:rsidP="009C54AE" w:rsidRDefault="0085747A" w14:paraId="43F180F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2EC48B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C394D2A" w14:paraId="52C6823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DAE39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C394D2A" w:rsidRDefault="002452ED" w14:paraId="7FE36C81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C394D2A" w:rsidR="002452ED">
              <w:rPr>
                <w:rFonts w:ascii="Corbel" w:hAnsi="Corbel"/>
                <w:b w:val="1"/>
                <w:bCs w:val="1"/>
                <w:sz w:val="24"/>
                <w:szCs w:val="24"/>
              </w:rPr>
              <w:t>Bezpieczeństwo systemu finansowego państwa</w:t>
            </w:r>
          </w:p>
        </w:tc>
      </w:tr>
      <w:tr w:rsidRPr="009C54AE" w:rsidR="0085747A" w:rsidTr="5C394D2A" w14:paraId="53A6BA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47EE4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D0B63" w14:paraId="3311F9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0B63">
              <w:rPr>
                <w:rFonts w:ascii="Corbel" w:hAnsi="Corbel"/>
                <w:b w:val="0"/>
                <w:sz w:val="24"/>
                <w:szCs w:val="24"/>
              </w:rPr>
              <w:t>A2SO38</w:t>
            </w:r>
          </w:p>
        </w:tc>
      </w:tr>
      <w:tr w:rsidRPr="009C54AE" w:rsidR="007B21EE" w:rsidTr="5C394D2A" w14:paraId="1743A73C" w14:textId="77777777">
        <w:tc>
          <w:tcPr>
            <w:tcW w:w="2694" w:type="dxa"/>
            <w:tcMar/>
            <w:vAlign w:val="center"/>
          </w:tcPr>
          <w:p w:rsidRPr="009C54AE" w:rsidR="007B21EE" w:rsidP="007B21EE" w:rsidRDefault="007B21EE" w14:paraId="3E5451B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7B21EE" w:rsidP="007B21EE" w:rsidRDefault="007B21EE" w14:paraId="43CFD5A3" w14:textId="634321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Społecznych, Instytut Nauk Prawnych</w:t>
            </w:r>
          </w:p>
        </w:tc>
      </w:tr>
      <w:tr w:rsidRPr="009C54AE" w:rsidR="007B21EE" w:rsidTr="5C394D2A" w14:paraId="2D0D01A5" w14:textId="77777777">
        <w:tc>
          <w:tcPr>
            <w:tcW w:w="2694" w:type="dxa"/>
            <w:tcMar/>
            <w:vAlign w:val="center"/>
          </w:tcPr>
          <w:p w:rsidRPr="009C54AE" w:rsidR="007B21EE" w:rsidP="007B21EE" w:rsidRDefault="007B21EE" w14:paraId="197354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7B21EE" w:rsidP="007B21EE" w:rsidRDefault="007B21EE" w14:paraId="78714911" w14:textId="139B4F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Finansowego </w:t>
            </w:r>
          </w:p>
        </w:tc>
      </w:tr>
      <w:tr w:rsidRPr="009C54AE" w:rsidR="0085747A" w:rsidTr="5C394D2A" w14:paraId="05A1F9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04E3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452ED" w14:paraId="418AD1D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5C394D2A" w14:paraId="54FE2D30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1F92A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452ED" w14:paraId="3EE43CD2" w14:textId="4CFA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B21EE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5C394D2A" w14:paraId="7ECB92F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6186F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452ED" w14:paraId="6280B5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5C394D2A" w14:paraId="078EA88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2D347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E6FD8" w14:paraId="5E769DC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9729E1" w:rsidR="002452ED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Pr="009C54AE" w:rsidR="0085747A" w:rsidTr="5C394D2A" w14:paraId="74D52E5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6E39A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C394D2A" w:rsidRDefault="002452ED" w14:paraId="64B0FC8A" w14:textId="306DD9B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C394D2A" w:rsidR="002452E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2 </w:t>
            </w:r>
            <w:r w:rsidRPr="5C394D2A" w:rsidR="547892CC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5C394D2A" w:rsidR="002452E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III </w:t>
            </w:r>
          </w:p>
        </w:tc>
      </w:tr>
      <w:tr w:rsidRPr="009C54AE" w:rsidR="002452ED" w:rsidTr="5C394D2A" w14:paraId="41202E94" w14:textId="77777777">
        <w:tc>
          <w:tcPr>
            <w:tcW w:w="2694" w:type="dxa"/>
            <w:tcMar/>
            <w:vAlign w:val="center"/>
          </w:tcPr>
          <w:p w:rsidRPr="009C54AE" w:rsidR="002452ED" w:rsidP="009C54AE" w:rsidRDefault="002452ED" w14:paraId="315FDB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2452ED" w:rsidP="00F563DF" w:rsidRDefault="002452ED" w14:paraId="4578AA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2452ED" w:rsidTr="5C394D2A" w14:paraId="4B0330AB" w14:textId="77777777">
        <w:tc>
          <w:tcPr>
            <w:tcW w:w="2694" w:type="dxa"/>
            <w:tcMar/>
            <w:vAlign w:val="center"/>
          </w:tcPr>
          <w:p w:rsidRPr="009C54AE" w:rsidR="002452ED" w:rsidP="009C54AE" w:rsidRDefault="002452ED" w14:paraId="0AA7C1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2452ED" w:rsidP="00F563DF" w:rsidRDefault="002452ED" w14:paraId="60BCED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434C07" w:rsidTr="5C394D2A" w14:paraId="69D06E72" w14:textId="77777777">
        <w:tc>
          <w:tcPr>
            <w:tcW w:w="2694" w:type="dxa"/>
            <w:tcMar/>
            <w:vAlign w:val="center"/>
          </w:tcPr>
          <w:p w:rsidRPr="009C54AE" w:rsidR="00434C07" w:rsidP="00434C07" w:rsidRDefault="00434C07" w14:paraId="546EF2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729E1" w:rsidR="00434C07" w:rsidP="00434C07" w:rsidRDefault="00434C07" w14:paraId="3F5CE52B" w14:textId="0ABC7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</w:p>
        </w:tc>
      </w:tr>
      <w:tr w:rsidRPr="009C54AE" w:rsidR="00434C07" w:rsidTr="5C394D2A" w14:paraId="7CFF4422" w14:textId="77777777">
        <w:tc>
          <w:tcPr>
            <w:tcW w:w="2694" w:type="dxa"/>
            <w:tcMar/>
            <w:vAlign w:val="center"/>
          </w:tcPr>
          <w:p w:rsidRPr="009C54AE" w:rsidR="00434C07" w:rsidP="00434C07" w:rsidRDefault="00434C07" w14:paraId="7C2A04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434C07" w:rsidP="00434C07" w:rsidRDefault="00434C07" w14:paraId="730409F7" w14:textId="5B27A0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Majka, mgr Joanna Łubina</w:t>
            </w:r>
          </w:p>
        </w:tc>
      </w:tr>
    </w:tbl>
    <w:p w:rsidRPr="009C54AE" w:rsidR="0085747A" w:rsidP="009C54AE" w:rsidRDefault="0085747A" w14:paraId="67E5D2D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245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6D6AA7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4569D0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9D3E57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9C54AE" w:rsidR="00015B8F" w:rsidTr="5C394D2A" w14:paraId="125B92DF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1162B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A923B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70B52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864F3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3DDD3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00704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83915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00B4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3291E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901F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31186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C394D2A" w14:paraId="2B20F7DB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2452ED" w14:paraId="5E1E31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452ED" w14:paraId="4762C5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33816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9CAE6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8044A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7B51F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A7F1F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9E07B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3E636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76DEE" w14:paraId="11C0C3B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2AD1652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E4438D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576DEE" w14:paraId="3A44982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ambria Math" w:hAnsi="Cambria Math" w:eastAsia="MS Gothic" w:cs="Cambria Math"/>
          <w:szCs w:val="24"/>
        </w:rPr>
        <w:t>⌧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748DA4B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8F4380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C394D2A" w:rsidRDefault="00E22FBC" w14:paraId="4C1625A8" w14:textId="400491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C394D2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C394D2A" w:rsidR="00E22FBC">
        <w:rPr>
          <w:rFonts w:ascii="Corbel" w:hAnsi="Corbel"/>
          <w:caps w:val="0"/>
          <w:smallCaps w:val="0"/>
        </w:rPr>
        <w:t>For</w:t>
      </w:r>
      <w:r w:rsidRPr="5C394D2A" w:rsidR="00445970">
        <w:rPr>
          <w:rFonts w:ascii="Corbel" w:hAnsi="Corbel"/>
          <w:caps w:val="0"/>
          <w:smallCaps w:val="0"/>
        </w:rPr>
        <w:t xml:space="preserve">ma zaliczenia </w:t>
      </w:r>
      <w:r w:rsidRPr="5C394D2A" w:rsidR="00445970">
        <w:rPr>
          <w:rFonts w:ascii="Corbel" w:hAnsi="Corbel"/>
          <w:caps w:val="0"/>
          <w:smallCaps w:val="0"/>
        </w:rPr>
        <w:t>przedmiotu</w:t>
      </w:r>
      <w:r w:rsidRPr="5C394D2A" w:rsidR="00E22FBC">
        <w:rPr>
          <w:rFonts w:ascii="Corbel" w:hAnsi="Corbel"/>
          <w:caps w:val="0"/>
          <w:smallCaps w:val="0"/>
        </w:rPr>
        <w:t xml:space="preserve"> (</w:t>
      </w:r>
      <w:r w:rsidRPr="5C394D2A" w:rsidR="00E22FBC">
        <w:rPr>
          <w:rFonts w:ascii="Corbel" w:hAnsi="Corbel"/>
          <w:caps w:val="0"/>
          <w:smallCaps w:val="0"/>
        </w:rPr>
        <w:t xml:space="preserve">z toku) </w:t>
      </w:r>
      <w:r w:rsidRPr="5C394D2A" w:rsidR="00E22FBC">
        <w:rPr>
          <w:rFonts w:ascii="Corbel" w:hAnsi="Corbel"/>
          <w:b w:val="0"/>
          <w:bCs w:val="0"/>
          <w:caps w:val="0"/>
          <w:smallCaps w:val="0"/>
        </w:rPr>
        <w:t>(</w:t>
      </w:r>
      <w:r w:rsidRPr="5C394D2A" w:rsidR="00E22FBC">
        <w:rPr>
          <w:rFonts w:ascii="Corbel" w:hAnsi="Corbel"/>
          <w:caps w:val="0"/>
          <w:smallCaps w:val="0"/>
          <w:u w:val="single"/>
        </w:rPr>
        <w:t>egzamin</w:t>
      </w:r>
      <w:r w:rsidRPr="5C394D2A" w:rsidR="00E22FBC">
        <w:rPr>
          <w:rFonts w:ascii="Corbel" w:hAnsi="Corbel"/>
          <w:b w:val="0"/>
          <w:bCs w:val="0"/>
          <w:caps w:val="0"/>
          <w:smallCaps w:val="0"/>
        </w:rPr>
        <w:t>, zaliczenie z oceną, zaliczenie bez oceny)</w:t>
      </w:r>
    </w:p>
    <w:p w:rsidR="009C54AE" w:rsidP="009C54AE" w:rsidRDefault="00576DEE" w14:paraId="4DB641C5" w14:textId="6F97885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A3719">
        <w:rPr>
          <w:rFonts w:ascii="Corbel" w:hAnsi="Corbel"/>
          <w:b w:val="0"/>
          <w:szCs w:val="24"/>
        </w:rPr>
        <w:t>egzamin pisemny ewentualnie ustny.</w:t>
      </w:r>
    </w:p>
    <w:p w:rsidR="00E960BB" w:rsidP="009C54AE" w:rsidRDefault="00E960BB" w14:paraId="64060A7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5C394D2A" w:rsidRDefault="0085747A" w14:paraId="56CD5B24" w14:textId="77777777">
      <w:pPr>
        <w:pStyle w:val="Punktygwne"/>
        <w:spacing w:before="0" w:after="0"/>
        <w:rPr>
          <w:rFonts w:ascii="Corbel" w:hAnsi="Corbel"/>
        </w:rPr>
      </w:pPr>
      <w:r w:rsidRPr="5C394D2A" w:rsidR="0085747A">
        <w:rPr>
          <w:rFonts w:ascii="Corbel" w:hAnsi="Corbel"/>
        </w:rPr>
        <w:t xml:space="preserve">2.Wymagania wstępne </w:t>
      </w:r>
    </w:p>
    <w:p w:rsidR="5C394D2A" w:rsidP="5C394D2A" w:rsidRDefault="5C394D2A" w14:paraId="2E91E160" w14:textId="1695E5F4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C394D2A" w14:paraId="10E360FA" w14:textId="77777777">
        <w:tc>
          <w:tcPr>
            <w:tcW w:w="9670" w:type="dxa"/>
            <w:tcMar/>
          </w:tcPr>
          <w:p w:rsidRPr="009C54AE" w:rsidR="0085747A" w:rsidP="5C394D2A" w:rsidRDefault="0085747A" w14:paraId="4D3F4FC0" w14:textId="2AE82BEC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C394D2A" w:rsidR="00576DEE">
              <w:rPr>
                <w:rFonts w:ascii="Corbel" w:hAnsi="Corbel"/>
                <w:b w:val="0"/>
                <w:bCs w:val="0"/>
              </w:rPr>
              <w:t>Prawo administracyjne, prawo finansów publicznych</w:t>
            </w:r>
          </w:p>
        </w:tc>
      </w:tr>
    </w:tbl>
    <w:p w:rsidR="00153C41" w:rsidP="009C54AE" w:rsidRDefault="00153C41" w14:paraId="7E0C23B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2C24B7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2D4F78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F29E3B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510E6B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576DEE" w:rsidTr="00576DEE" w14:paraId="6842B97A" w14:textId="77777777">
        <w:tc>
          <w:tcPr>
            <w:tcW w:w="851" w:type="dxa"/>
            <w:vAlign w:val="center"/>
          </w:tcPr>
          <w:p w:rsidRPr="009C54AE" w:rsidR="00576DEE" w:rsidP="009C54AE" w:rsidRDefault="00576DEE" w14:paraId="147036D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729E1" w:rsidR="00576DEE" w:rsidP="00F563DF" w:rsidRDefault="00576DEE" w14:paraId="2FF5156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jest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zapozna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z instytucjami prawa finansów publicznych ukierunkowanymi na zapewnienie bezpieczeństwa systemu finansowego państwa, objętymi zakresem wykładu. </w:t>
            </w:r>
          </w:p>
        </w:tc>
      </w:tr>
      <w:tr w:rsidRPr="009C54AE" w:rsidR="00576DEE" w:rsidTr="00576DEE" w14:paraId="6FD56AE3" w14:textId="77777777">
        <w:tc>
          <w:tcPr>
            <w:tcW w:w="851" w:type="dxa"/>
            <w:vAlign w:val="center"/>
          </w:tcPr>
          <w:p w:rsidRPr="009C54AE" w:rsidR="00576DEE" w:rsidP="009C54AE" w:rsidRDefault="00576DEE" w14:paraId="62D26BD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9729E1" w:rsidR="00576DEE" w:rsidP="00F563DF" w:rsidRDefault="00576DEE" w14:paraId="3D7FEDD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Student ma zrozumieć i dostrzegać wpływ systemu finansowego państwa na inne dziedziny życia społecznego prawa.</w:t>
            </w:r>
          </w:p>
        </w:tc>
      </w:tr>
      <w:tr w:rsidRPr="009C54AE" w:rsidR="00576DEE" w:rsidTr="00576DEE" w14:paraId="0736E425" w14:textId="77777777">
        <w:tc>
          <w:tcPr>
            <w:tcW w:w="851" w:type="dxa"/>
            <w:vAlign w:val="center"/>
          </w:tcPr>
          <w:p w:rsidRPr="009C54AE" w:rsidR="00576DEE" w:rsidP="009C54AE" w:rsidRDefault="00576DEE" w14:paraId="69726F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729E1" w:rsidR="00576DEE" w:rsidP="00F563DF" w:rsidRDefault="00576DEE" w14:paraId="6627280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Student ma zrozumieć zagrożenia dla bezpieczeństwa finansowego państwa.</w:t>
            </w:r>
          </w:p>
        </w:tc>
      </w:tr>
    </w:tbl>
    <w:p w:rsidRPr="009C54AE" w:rsidR="0085747A" w:rsidP="009C54AE" w:rsidRDefault="0085747A" w14:paraId="5FDB05E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07D698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646ED6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4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870"/>
        <w:gridCol w:w="1742"/>
      </w:tblGrid>
      <w:tr w:rsidRPr="009C54AE" w:rsidR="0085747A" w:rsidTr="5C394D2A" w14:paraId="7ADF8685" w14:textId="77777777">
        <w:tc>
          <w:tcPr>
            <w:tcW w:w="1134" w:type="dxa"/>
            <w:tcMar/>
            <w:vAlign w:val="center"/>
          </w:tcPr>
          <w:p w:rsidRPr="009C54AE" w:rsidR="0085747A" w:rsidP="009C54AE" w:rsidRDefault="0085747A" w14:paraId="3A0EAE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870" w:type="dxa"/>
            <w:tcMar/>
            <w:vAlign w:val="center"/>
          </w:tcPr>
          <w:p w:rsidRPr="009C54AE" w:rsidR="0085747A" w:rsidP="00C05F44" w:rsidRDefault="0085747A" w14:paraId="605BCB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42" w:type="dxa"/>
            <w:tcMar/>
            <w:vAlign w:val="center"/>
          </w:tcPr>
          <w:p w:rsidRPr="009C54AE" w:rsidR="0085747A" w:rsidP="00C05F44" w:rsidRDefault="0085747A" w14:paraId="3C8FFC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5C394D2A" w14:paraId="6D6D95D6" w14:textId="77777777">
        <w:tc>
          <w:tcPr>
            <w:tcW w:w="1134" w:type="dxa"/>
            <w:tcMar/>
          </w:tcPr>
          <w:p w:rsidRPr="009C54AE" w:rsidR="0085747A" w:rsidP="009C54AE" w:rsidRDefault="0085747A" w14:paraId="6C388E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70" w:type="dxa"/>
            <w:tcMar/>
          </w:tcPr>
          <w:p w:rsidRPr="009D0B63" w:rsidR="0085747A" w:rsidP="00845A78" w:rsidRDefault="00576DEE" w14:paraId="50BD0460" w14:textId="5DA637B2">
            <w:pPr>
              <w:pStyle w:val="TableParagraph"/>
              <w:spacing w:after="240" w:line="276" w:lineRule="auto"/>
              <w:ind w:right="100"/>
              <w:jc w:val="both"/>
              <w:rPr>
                <w:sz w:val="24"/>
                <w:szCs w:val="24"/>
              </w:rPr>
            </w:pPr>
            <w:r w:rsidRPr="009D0B63">
              <w:rPr>
                <w:sz w:val="24"/>
                <w:szCs w:val="24"/>
              </w:rPr>
              <w:t>Wykazuje się szczegółową wiedzą na temat struktur, instytucji i zasad działania organów administracji publicznej (krajowych, międzynarodowych i unijnych)</w:t>
            </w:r>
            <w:r w:rsidR="00DB0135">
              <w:rPr>
                <w:sz w:val="24"/>
                <w:szCs w:val="24"/>
              </w:rPr>
              <w:t xml:space="preserve"> </w:t>
            </w:r>
            <w:r w:rsidRPr="009D0B63">
              <w:rPr>
                <w:sz w:val="24"/>
                <w:szCs w:val="24"/>
              </w:rPr>
              <w:t>i</w:t>
            </w:r>
            <w:r w:rsidRPr="009D0B63">
              <w:rPr>
                <w:spacing w:val="9"/>
                <w:sz w:val="24"/>
                <w:szCs w:val="24"/>
              </w:rPr>
              <w:t> </w:t>
            </w:r>
            <w:r w:rsidRPr="009D0B63">
              <w:rPr>
                <w:sz w:val="24"/>
                <w:szCs w:val="24"/>
              </w:rPr>
              <w:t>podmiotów administrujących, ich genezy i ewolucji oraz wykonywanych przez nie zadań</w:t>
            </w:r>
          </w:p>
        </w:tc>
        <w:tc>
          <w:tcPr>
            <w:tcW w:w="1742" w:type="dxa"/>
            <w:tcMar/>
          </w:tcPr>
          <w:p w:rsidRPr="00DB0135" w:rsidR="0085747A" w:rsidP="009C54AE" w:rsidRDefault="00DB0135" w14:paraId="7E5DBECC" w14:textId="4C93D0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5"/>
                <w:szCs w:val="24"/>
              </w:rPr>
              <w:t xml:space="preserve">K_W02 </w:t>
            </w:r>
          </w:p>
        </w:tc>
      </w:tr>
      <w:tr w:rsidRPr="009C54AE" w:rsidR="0085747A" w:rsidTr="5C394D2A" w14:paraId="5B391F21" w14:textId="77777777">
        <w:tc>
          <w:tcPr>
            <w:tcW w:w="1134" w:type="dxa"/>
            <w:tcMar/>
          </w:tcPr>
          <w:p w:rsidRPr="009C54AE" w:rsidR="0085747A" w:rsidP="009C54AE" w:rsidRDefault="0085747A" w14:paraId="201A2B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870" w:type="dxa"/>
            <w:tcMar/>
          </w:tcPr>
          <w:p w:rsidRPr="009D0B63" w:rsidR="0085747A" w:rsidP="00845A78" w:rsidRDefault="00845A78" w14:paraId="26F64D1D" w14:textId="77777777">
            <w:pPr>
              <w:pStyle w:val="TableParagraph"/>
              <w:spacing w:before="1" w:after="240" w:line="276" w:lineRule="auto"/>
              <w:ind w:right="101"/>
              <w:jc w:val="both"/>
              <w:rPr>
                <w:sz w:val="24"/>
                <w:szCs w:val="24"/>
              </w:rPr>
            </w:pPr>
            <w:r w:rsidRPr="009D0B63">
              <w:rPr>
                <w:sz w:val="24"/>
                <w:szCs w:val="24"/>
              </w:rPr>
              <w:t>Dysponuje pogłębioną wiedzą o relacjach między organami administracji publicznej oraz relacjach między nimi a jednostką i instytucjami społecznymi w odniesieniu do wybranych struktur i instytucji społecznych;</w:t>
            </w:r>
          </w:p>
        </w:tc>
        <w:tc>
          <w:tcPr>
            <w:tcW w:w="1742" w:type="dxa"/>
            <w:tcMar/>
          </w:tcPr>
          <w:p w:rsidRPr="00DB0135" w:rsidR="0085747A" w:rsidP="009C54AE" w:rsidRDefault="00DB0135" w14:paraId="51F9121F" w14:textId="342D654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5"/>
                <w:szCs w:val="24"/>
              </w:rPr>
              <w:t>K_W03</w:t>
            </w:r>
          </w:p>
        </w:tc>
      </w:tr>
      <w:tr w:rsidRPr="009C54AE" w:rsidR="0085747A" w:rsidTr="5C394D2A" w14:paraId="49858969" w14:textId="77777777">
        <w:tc>
          <w:tcPr>
            <w:tcW w:w="1134" w:type="dxa"/>
            <w:tcMar/>
          </w:tcPr>
          <w:p w:rsidRPr="009C54AE" w:rsidR="0085747A" w:rsidP="009C54AE" w:rsidRDefault="0085747A" w14:paraId="396C16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76DE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870" w:type="dxa"/>
            <w:tcMar/>
          </w:tcPr>
          <w:p w:rsidRPr="009D0B63" w:rsidR="0085747A" w:rsidP="00845A78" w:rsidRDefault="00845A78" w14:paraId="02988026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>Posiada umiejętność wyjaśniania przyczyn i przebiegu procesów i zjawisk społecznych związanych z administracją rozumiejąc jej role w organizacji państwa i współczesnego społeczeństwa, formułować własne opinie na ten temat oraz stawiać hipotezy badawcze i je weryfikować;</w:t>
            </w:r>
          </w:p>
        </w:tc>
        <w:tc>
          <w:tcPr>
            <w:tcW w:w="1742" w:type="dxa"/>
            <w:tcMar/>
          </w:tcPr>
          <w:p w:rsidRPr="00DB0135" w:rsidR="0085747A" w:rsidP="009C54AE" w:rsidRDefault="00DB0135" w14:paraId="2F78D4B9" w14:textId="7CDFE3A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5"/>
                <w:szCs w:val="24"/>
              </w:rPr>
              <w:t>K_U02</w:t>
            </w:r>
          </w:p>
        </w:tc>
      </w:tr>
      <w:tr w:rsidRPr="009C54AE" w:rsidR="00576DEE" w:rsidTr="5C394D2A" w14:paraId="2BD58497" w14:textId="77777777"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576DEE" w:rsidP="00F563DF" w:rsidRDefault="00576DEE" w14:paraId="22F567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0B63" w:rsidR="00576DEE" w:rsidP="00845A78" w:rsidRDefault="00845A78" w14:paraId="3B93317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>Potrafi właściwie dobierać źródła oraz informacje, pozyskiwać dane dla analizowania procesów i zjawiska także prawidłowo posługiwać się wiedzą z zakresu nauk o prawie i administracji oraz podstawową wiedzą interdyscyplinarną do przygotowania rozwiązań problemów;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0135" w:rsidR="00576DEE" w:rsidP="00F563DF" w:rsidRDefault="00DB0135" w14:paraId="18DE865E" w14:textId="1D41B59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5"/>
                <w:szCs w:val="24"/>
              </w:rPr>
              <w:t>K_U03</w:t>
            </w:r>
          </w:p>
        </w:tc>
      </w:tr>
      <w:tr w:rsidRPr="009C54AE" w:rsidR="00576DEE" w:rsidTr="5C394D2A" w14:paraId="0B6DE32A" w14:textId="77777777"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576DEE" w:rsidP="00F563DF" w:rsidRDefault="00576DEE" w14:paraId="394C50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0B63" w:rsidR="00576DEE" w:rsidP="00845A78" w:rsidRDefault="00845A78" w14:paraId="3FB62895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 xml:space="preserve">Posiada umiejętność prowadzenia debaty, przygotowania prac pisemnych, prezentacji multimedialnych, oraz ustnych wystąpień w języku polskim w zakresie dziedzin i  dyscyplin naukowych wykładanych w ramach kierunku Administracja dotyczących zagadnień szczegółowych, z wykorzystaniem poglądów doktryny, źródeł prawa </w:t>
            </w:r>
            <w:r w:rsidRPr="009D0B63">
              <w:rPr>
                <w:rFonts w:ascii="Corbel" w:hAnsi="Corbel"/>
                <w:sz w:val="24"/>
                <w:szCs w:val="24"/>
              </w:rPr>
              <w:lastRenderedPageBreak/>
              <w:t>oraz orzecznictwa sądowego i administracyjnego, a także danych statystycznych;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0135" w:rsidR="00576DEE" w:rsidP="00F563DF" w:rsidRDefault="00DB0135" w14:paraId="4A3FC4CE" w14:textId="3565CBA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5"/>
                <w:szCs w:val="24"/>
              </w:rPr>
              <w:lastRenderedPageBreak/>
              <w:t>K_U07</w:t>
            </w:r>
          </w:p>
        </w:tc>
      </w:tr>
      <w:tr w:rsidRPr="009C54AE" w:rsidR="00576DEE" w:rsidTr="5C394D2A" w14:paraId="0BC9EC0D" w14:textId="77777777"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576DEE" w:rsidP="00F563DF" w:rsidRDefault="00576DEE" w14:paraId="11B06A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0B63" w:rsidR="00845A78" w:rsidP="00845A78" w:rsidRDefault="00845A78" w14:paraId="38039198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>Jest gotowy samodzielnie i krytycznie uzupełniać wiedzę,</w:t>
            </w:r>
          </w:p>
          <w:p w:rsidRPr="009D0B63" w:rsidR="00576DEE" w:rsidP="00845A78" w:rsidRDefault="00845A78" w14:paraId="7BF53939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>w tym również na gruncie interdyscyplinarnym.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0135" w:rsidR="00576DEE" w:rsidP="00F563DF" w:rsidRDefault="00DB0135" w14:paraId="09A14B14" w14:textId="77E55E7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0"/>
                <w:szCs w:val="24"/>
              </w:rPr>
              <w:t>K_K01</w:t>
            </w:r>
          </w:p>
        </w:tc>
      </w:tr>
      <w:tr w:rsidRPr="009C54AE" w:rsidR="00576DEE" w:rsidTr="5C394D2A" w14:paraId="6F762CC5" w14:textId="77777777"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576DEE" w:rsidP="00F563DF" w:rsidRDefault="00576DEE" w14:paraId="5C7161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0B63" w:rsidR="00576DEE" w:rsidP="00845A78" w:rsidRDefault="00845A78" w14:paraId="04B7315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>Uczestniczy w przygotowaniu projektów, z uwzględnieniem wiedzy i umiejętności zdobytych w trakcie studiów oraz jest gotowy działać na rzecz społeczeństwa, w tym w instytucjach publicznych i niepublicznych;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0135" w:rsidR="00576DEE" w:rsidP="00F563DF" w:rsidRDefault="00DB0135" w14:paraId="02ED94E8" w14:textId="608C0D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23A06D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C830F2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2AE8A60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A354A9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4037CF4" w14:textId="77777777">
        <w:tc>
          <w:tcPr>
            <w:tcW w:w="9639" w:type="dxa"/>
          </w:tcPr>
          <w:p w:rsidRPr="009C54AE" w:rsidR="0085747A" w:rsidP="009C54AE" w:rsidRDefault="0085747A" w14:paraId="297BF8C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45A78" w:rsidTr="00923D7D" w14:paraId="1AA7B171" w14:textId="77777777">
        <w:tc>
          <w:tcPr>
            <w:tcW w:w="9639" w:type="dxa"/>
          </w:tcPr>
          <w:p w:rsidRPr="00A33CCA" w:rsidR="00845A78" w:rsidP="00845A78" w:rsidRDefault="00845A78" w14:paraId="64DD58E2" w14:textId="7665394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 xml:space="preserve">Podstawowe pojęcia dotyczące bezpieczeństwa systemu finansowego państwa oraz instytucji prawa finansowego związanych z bezpieczeństwem finansowym państwa. </w:t>
            </w:r>
          </w:p>
        </w:tc>
      </w:tr>
      <w:tr w:rsidRPr="009C54AE" w:rsidR="00DB0135" w:rsidTr="00923D7D" w14:paraId="3F131993" w14:textId="77777777">
        <w:tc>
          <w:tcPr>
            <w:tcW w:w="9639" w:type="dxa"/>
          </w:tcPr>
          <w:p w:rsidRPr="00A33CCA" w:rsidR="00DB0135" w:rsidP="00845A78" w:rsidRDefault="00DB0135" w14:paraId="10FFC41C" w14:textId="245431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Ograniczenie wysokości długu publicznego, zagrożenia wiązane z poziomem deficytu budżetowego, procedury ostrożnościowe i sanacyjne.</w:t>
            </w:r>
          </w:p>
        </w:tc>
      </w:tr>
      <w:tr w:rsidRPr="009C54AE" w:rsidR="00845A78" w:rsidTr="00923D7D" w14:paraId="27B1E3E9" w14:textId="77777777">
        <w:tc>
          <w:tcPr>
            <w:tcW w:w="9639" w:type="dxa"/>
          </w:tcPr>
          <w:p w:rsidRPr="00A33CCA" w:rsidR="00845A78" w:rsidP="00F563DF" w:rsidRDefault="00845A78" w14:paraId="2E4EFFA3" w14:textId="77777777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 xml:space="preserve">Nadzór nad instytucjami finansowymi w Polsce; rola Komisji Nadzoru Finansowego, Narodowego Banku Polskiego oraz Bankowego Funduszu Gwarancyjnego. </w:t>
            </w:r>
          </w:p>
        </w:tc>
      </w:tr>
      <w:tr w:rsidRPr="009C54AE" w:rsidR="00845A78" w:rsidTr="00923D7D" w14:paraId="6E35BCD4" w14:textId="77777777">
        <w:tc>
          <w:tcPr>
            <w:tcW w:w="9639" w:type="dxa"/>
          </w:tcPr>
          <w:p w:rsidRPr="00A33CCA" w:rsidR="00845A78" w:rsidP="00F563DF" w:rsidRDefault="00845A78" w14:paraId="6E81375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Instytucje gwarantujące wykonanie zobowiązań podatkowych</w:t>
            </w:r>
            <w:r>
              <w:rPr>
                <w:rFonts w:ascii="Corbel" w:hAnsi="Corbel"/>
                <w:sz w:val="24"/>
                <w:szCs w:val="24"/>
              </w:rPr>
              <w:t xml:space="preserve"> (sankcje podatkowe)</w:t>
            </w:r>
          </w:p>
        </w:tc>
      </w:tr>
      <w:tr w:rsidRPr="009C54AE" w:rsidR="00845A78" w:rsidTr="00923D7D" w14:paraId="16FDE9D1" w14:textId="77777777">
        <w:tc>
          <w:tcPr>
            <w:tcW w:w="9639" w:type="dxa"/>
          </w:tcPr>
          <w:p w:rsidRPr="00A33CCA" w:rsidR="00845A78" w:rsidP="00F563DF" w:rsidRDefault="00845A78" w14:paraId="1E9A0D5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Zwalczanie przestępczości podatkowej. P</w:t>
            </w:r>
            <w:r w:rsidRPr="00A33CCA">
              <w:rPr>
                <w:rFonts w:ascii="Corbel" w:hAnsi="Corbel" w:cs="Arial"/>
                <w:sz w:val="24"/>
                <w:szCs w:val="24"/>
              </w:rPr>
              <w:t>rzeciwdziałanie wykorzystywaniu sektora finansowego do wyłudzeń skarbowych</w:t>
            </w:r>
          </w:p>
        </w:tc>
      </w:tr>
      <w:tr w:rsidRPr="009C54AE" w:rsidR="00845A78" w:rsidTr="00923D7D" w14:paraId="6091710A" w14:textId="77777777">
        <w:tc>
          <w:tcPr>
            <w:tcW w:w="9639" w:type="dxa"/>
          </w:tcPr>
          <w:p w:rsidRPr="00A33CCA" w:rsidR="00845A78" w:rsidP="00F563DF" w:rsidRDefault="00DB0135" w14:paraId="25FFC767" w14:textId="064C6F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Audyt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33CCA">
              <w:rPr>
                <w:rFonts w:ascii="Corbel" w:hAnsi="Corbel"/>
                <w:sz w:val="24"/>
                <w:szCs w:val="24"/>
              </w:rPr>
              <w:t>kontrola finansowa</w:t>
            </w:r>
            <w:r>
              <w:rPr>
                <w:rFonts w:ascii="Corbel" w:hAnsi="Corbel"/>
                <w:sz w:val="24"/>
                <w:szCs w:val="24"/>
              </w:rPr>
              <w:t>, kontrola zarządcza i procedury kontrolne w prawie podatkowym.</w:t>
            </w:r>
          </w:p>
        </w:tc>
      </w:tr>
      <w:tr w:rsidRPr="009C54AE" w:rsidR="00DB0135" w:rsidTr="00923D7D" w14:paraId="14DCBE46" w14:textId="77777777">
        <w:tc>
          <w:tcPr>
            <w:tcW w:w="9639" w:type="dxa"/>
          </w:tcPr>
          <w:p w:rsidRPr="00A33CCA" w:rsidR="00DB0135" w:rsidP="00F563DF" w:rsidRDefault="00DB0135" w14:paraId="4F15DD6F" w14:textId="51E62CA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Bezpieczeństwo rynków finansowych - regulacje europejskie rynków finansowych.</w:t>
            </w:r>
          </w:p>
        </w:tc>
      </w:tr>
      <w:tr w:rsidRPr="009C54AE" w:rsidR="00DB0135" w:rsidTr="00923D7D" w14:paraId="3B3BD2B9" w14:textId="77777777">
        <w:tc>
          <w:tcPr>
            <w:tcW w:w="9639" w:type="dxa"/>
          </w:tcPr>
          <w:p w:rsidRPr="00A33CCA" w:rsidR="00DB0135" w:rsidP="00F563DF" w:rsidRDefault="00DB0135" w14:paraId="7D5B864A" w14:textId="5E28B7A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Dyscyplina finansów publicznych i zasady odpowiedzialności za jej za naruszenie.</w:t>
            </w:r>
          </w:p>
        </w:tc>
      </w:tr>
    </w:tbl>
    <w:p w:rsidRPr="009C54AE" w:rsidR="0085747A" w:rsidP="009C54AE" w:rsidRDefault="0085747A" w14:paraId="46AA76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48E461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C394D2A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5C394D2A" w:rsidR="009F4610">
        <w:rPr>
          <w:rFonts w:ascii="Corbel" w:hAnsi="Corbel"/>
          <w:sz w:val="24"/>
          <w:szCs w:val="24"/>
        </w:rPr>
        <w:t xml:space="preserve">, </w:t>
      </w:r>
      <w:r w:rsidRPr="5C394D2A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C394D2A" w14:paraId="481FD814" w14:textId="77777777">
        <w:tc>
          <w:tcPr>
            <w:tcW w:w="9520" w:type="dxa"/>
            <w:tcMar/>
          </w:tcPr>
          <w:p w:rsidRPr="009C54AE" w:rsidR="0085747A" w:rsidP="009C54AE" w:rsidRDefault="0085747A" w14:paraId="37C97F2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5C394D2A" w14:paraId="16DA3AF7" w14:textId="77777777">
        <w:tc>
          <w:tcPr>
            <w:tcW w:w="9520" w:type="dxa"/>
            <w:tcMar/>
          </w:tcPr>
          <w:p w:rsidRPr="009C54AE" w:rsidR="0085747A" w:rsidP="009C54AE" w:rsidRDefault="0085747A" w14:paraId="08B15A1A" w14:textId="4D4C57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C394D2A" w:rsidR="1704F82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64EC46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74BCFE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C394D2A" w:rsidR="009F4610">
        <w:rPr>
          <w:rFonts w:ascii="Corbel" w:hAnsi="Corbel"/>
          <w:caps w:val="0"/>
          <w:smallCaps w:val="0"/>
        </w:rPr>
        <w:t>3.4 Metody dydaktyczne</w:t>
      </w:r>
    </w:p>
    <w:p w:rsidRPr="009C54AE" w:rsidR="0085747A" w:rsidP="009C54AE" w:rsidRDefault="0085747A" w14:paraId="4FA763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D0B63" w:rsidP="5C394D2A" w:rsidRDefault="009D0B63" w14:paraId="639A54C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5C394D2A" w:rsidR="009D0B63">
        <w:rPr>
          <w:rFonts w:ascii="Corbel" w:hAnsi="Corbel"/>
          <w:b w:val="0"/>
          <w:bCs w:val="0"/>
          <w:caps w:val="0"/>
          <w:smallCaps w:val="0"/>
        </w:rPr>
        <w:t>Wykład z prezentacją multimedialną, analiza i interpretacja tekstów źródłowych oraz wybranych orzeczeń, analiza studium przypadku, dyskusja, prezentacja referatów</w:t>
      </w:r>
      <w:r w:rsidRPr="5C394D2A" w:rsidR="009D0B63">
        <w:rPr>
          <w:rFonts w:ascii="Corbel" w:hAnsi="Corbel"/>
          <w:b w:val="0"/>
          <w:bCs w:val="0"/>
          <w:caps w:val="0"/>
          <w:smallCaps w:val="0"/>
        </w:rPr>
        <w:t>, metody kształcenia na odległość</w:t>
      </w:r>
      <w:r w:rsidRPr="5C394D2A" w:rsidR="009D0B63">
        <w:rPr>
          <w:rFonts w:ascii="Corbel" w:hAnsi="Corbel"/>
          <w:b w:val="0"/>
          <w:bCs w:val="0"/>
          <w:caps w:val="0"/>
          <w:smallCaps w:val="0"/>
        </w:rPr>
        <w:t>.</w:t>
      </w:r>
    </w:p>
    <w:p w:rsidR="00E960BB" w:rsidP="009C54AE" w:rsidRDefault="00E960BB" w14:paraId="32B2FFC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EFDA77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40DE9D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4D037F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2FEEEC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5C394D2A" w14:paraId="59063CE0" w14:textId="77777777">
        <w:tc>
          <w:tcPr>
            <w:tcW w:w="1985" w:type="dxa"/>
            <w:tcMar/>
            <w:vAlign w:val="center"/>
          </w:tcPr>
          <w:p w:rsidRPr="009D0B63" w:rsidR="0085747A" w:rsidP="009C54AE" w:rsidRDefault="0071620A" w14:paraId="791BBE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D0B63" w:rsidR="0085747A" w:rsidP="009C54AE" w:rsidRDefault="00F974DA" w14:paraId="385CD6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D0B63" w:rsidR="0085747A" w:rsidP="009C54AE" w:rsidRDefault="009F4610" w14:paraId="5CA30D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D0B63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D0B63" w:rsidR="00923D7D" w:rsidP="009C54AE" w:rsidRDefault="0085747A" w14:paraId="7658EC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D0B63" w:rsidR="0085747A" w:rsidP="009C54AE" w:rsidRDefault="0085747A" w14:paraId="4C75A9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9D0B63" w:rsidTr="5C394D2A" w14:paraId="26B975DA" w14:textId="77777777">
        <w:tc>
          <w:tcPr>
            <w:tcW w:w="1985" w:type="dxa"/>
            <w:tcMar/>
          </w:tcPr>
          <w:p w:rsidRPr="009D0B63" w:rsidR="009D0B63" w:rsidP="009D0B63" w:rsidRDefault="0009148C" w14:paraId="5F5A368A" w14:textId="1989B8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5"/>
                <w:szCs w:val="24"/>
              </w:rPr>
              <w:t>E</w:t>
            </w:r>
            <w:r w:rsidRPr="009D0B63" w:rsidR="009D0B63">
              <w:rPr>
                <w:rFonts w:ascii="Corbel" w:hAnsi="Corbel"/>
                <w:b w:val="0"/>
                <w:w w:val="95"/>
                <w:szCs w:val="24"/>
              </w:rPr>
              <w:t>K_0</w:t>
            </w:r>
            <w:r>
              <w:rPr>
                <w:rFonts w:ascii="Corbel" w:hAnsi="Corbel"/>
                <w:b w:val="0"/>
                <w:w w:val="95"/>
                <w:szCs w:val="24"/>
              </w:rPr>
              <w:t>1</w:t>
            </w:r>
            <w:r w:rsidRPr="009D0B63" w:rsidR="009D0B63">
              <w:rPr>
                <w:rFonts w:ascii="Corbel" w:hAnsi="Corbel"/>
                <w:b w:val="0"/>
                <w:w w:val="95"/>
                <w:szCs w:val="24"/>
              </w:rPr>
              <w:t xml:space="preserve"> </w:t>
            </w:r>
          </w:p>
        </w:tc>
        <w:tc>
          <w:tcPr>
            <w:tcW w:w="5528" w:type="dxa"/>
            <w:tcMar/>
            <w:vAlign w:val="center"/>
          </w:tcPr>
          <w:p w:rsidRPr="009D0B63" w:rsidR="009D0B63" w:rsidP="00F563DF" w:rsidRDefault="009D0B63" w14:paraId="22EB2BD1" w14:textId="258FDA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Mar/>
            <w:vAlign w:val="center"/>
          </w:tcPr>
          <w:p w:rsidRPr="009D0B63" w:rsidR="009D0B63" w:rsidP="00F563DF" w:rsidRDefault="009D0B63" w14:paraId="32FCC90B" w14:textId="5167933B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9D0B63" w:rsidTr="5C394D2A" w14:paraId="4A53999C" w14:textId="77777777">
        <w:tc>
          <w:tcPr>
            <w:tcW w:w="1985" w:type="dxa"/>
            <w:tcMar/>
          </w:tcPr>
          <w:p w:rsidRPr="009D0B63" w:rsidR="009D0B63" w:rsidP="009D0B63" w:rsidRDefault="0009148C" w14:paraId="33EAF148" w14:textId="7CCF2D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5"/>
                <w:szCs w:val="24"/>
              </w:rPr>
              <w:t>E</w:t>
            </w:r>
            <w:r w:rsidRPr="009D0B63" w:rsidR="009D0B63">
              <w:rPr>
                <w:rFonts w:ascii="Corbel" w:hAnsi="Corbel"/>
                <w:b w:val="0"/>
                <w:w w:val="95"/>
                <w:szCs w:val="24"/>
              </w:rPr>
              <w:t>K_0</w:t>
            </w:r>
            <w:r>
              <w:rPr>
                <w:rFonts w:ascii="Corbel" w:hAnsi="Corbel"/>
                <w:b w:val="0"/>
                <w:w w:val="95"/>
                <w:szCs w:val="24"/>
              </w:rPr>
              <w:t>2</w:t>
            </w:r>
          </w:p>
        </w:tc>
        <w:tc>
          <w:tcPr>
            <w:tcW w:w="5528" w:type="dxa"/>
            <w:tcMar/>
            <w:vAlign w:val="center"/>
          </w:tcPr>
          <w:p w:rsidRPr="009D0B63" w:rsidR="009D0B63" w:rsidP="00F563DF" w:rsidRDefault="009D0B63" w14:paraId="57371CC3" w14:textId="5297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Mar/>
            <w:vAlign w:val="center"/>
          </w:tcPr>
          <w:p w:rsidRPr="009D0B63" w:rsidR="009D0B63" w:rsidP="00F563DF" w:rsidRDefault="009D0B63" w14:paraId="78575B39" w14:textId="0AE51D9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9D0B63" w:rsidTr="5C394D2A" w14:paraId="63EAA7A5" w14:textId="77777777">
        <w:tc>
          <w:tcPr>
            <w:tcW w:w="1985" w:type="dxa"/>
            <w:tcMar/>
          </w:tcPr>
          <w:p w:rsidRPr="009D0B63" w:rsidR="009D0B63" w:rsidP="009D0B63" w:rsidRDefault="0009148C" w14:paraId="0438D1EA" w14:textId="05645F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5"/>
                <w:szCs w:val="24"/>
              </w:rPr>
              <w:t>E</w:t>
            </w:r>
            <w:r w:rsidRPr="009D0B63" w:rsidR="009D0B63">
              <w:rPr>
                <w:rFonts w:ascii="Corbel" w:hAnsi="Corbel"/>
                <w:b w:val="0"/>
                <w:w w:val="95"/>
                <w:szCs w:val="24"/>
              </w:rPr>
              <w:t>K_0</w:t>
            </w:r>
            <w:r>
              <w:rPr>
                <w:rFonts w:ascii="Corbel" w:hAnsi="Corbel"/>
                <w:b w:val="0"/>
                <w:w w:val="95"/>
                <w:szCs w:val="24"/>
              </w:rPr>
              <w:t>3</w:t>
            </w:r>
          </w:p>
        </w:tc>
        <w:tc>
          <w:tcPr>
            <w:tcW w:w="5528" w:type="dxa"/>
            <w:tcMar/>
            <w:vAlign w:val="center"/>
          </w:tcPr>
          <w:p w:rsidRPr="009D0B63" w:rsidR="009D0B63" w:rsidP="00F563DF" w:rsidRDefault="009D0B63" w14:paraId="12D9A220" w14:textId="6B68D7EF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Mar/>
            <w:vAlign w:val="center"/>
          </w:tcPr>
          <w:p w:rsidRPr="009D0B63" w:rsidR="009D0B63" w:rsidP="00F563DF" w:rsidRDefault="009D0B63" w14:paraId="422D6E3B" w14:textId="646FDB0A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9D0B63" w:rsidTr="5C394D2A" w14:paraId="59183DB1" w14:textId="77777777">
        <w:tc>
          <w:tcPr>
            <w:tcW w:w="1985" w:type="dxa"/>
            <w:tcMar/>
          </w:tcPr>
          <w:p w:rsidRPr="009D0B63" w:rsidR="009D0B63" w:rsidP="009D0B63" w:rsidRDefault="0009148C" w14:paraId="3C2E5975" w14:textId="1C6B9D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5"/>
                <w:szCs w:val="24"/>
              </w:rPr>
              <w:t>E</w:t>
            </w:r>
            <w:r w:rsidRPr="009D0B63" w:rsidR="009D0B63">
              <w:rPr>
                <w:rFonts w:ascii="Corbel" w:hAnsi="Corbel"/>
                <w:b w:val="0"/>
                <w:w w:val="95"/>
                <w:szCs w:val="24"/>
              </w:rPr>
              <w:t>K_0</w:t>
            </w:r>
            <w:r>
              <w:rPr>
                <w:rFonts w:ascii="Corbel" w:hAnsi="Corbel"/>
                <w:b w:val="0"/>
                <w:w w:val="95"/>
                <w:szCs w:val="24"/>
              </w:rPr>
              <w:t>4</w:t>
            </w:r>
          </w:p>
        </w:tc>
        <w:tc>
          <w:tcPr>
            <w:tcW w:w="5528" w:type="dxa"/>
            <w:tcMar/>
            <w:vAlign w:val="center"/>
          </w:tcPr>
          <w:p w:rsidRPr="009D0B63" w:rsidR="009D0B63" w:rsidP="00F563DF" w:rsidRDefault="009D0B63" w14:paraId="592AA249" w14:textId="352EB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Mar/>
            <w:vAlign w:val="center"/>
          </w:tcPr>
          <w:p w:rsidRPr="009D0B63" w:rsidR="009D0B63" w:rsidP="00F563DF" w:rsidRDefault="009D0B63" w14:paraId="53A0C0FB" w14:textId="50025F9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9D0B63" w:rsidTr="5C394D2A" w14:paraId="5CE7846F" w14:textId="77777777">
        <w:tc>
          <w:tcPr>
            <w:tcW w:w="1985" w:type="dxa"/>
            <w:tcMar/>
          </w:tcPr>
          <w:p w:rsidRPr="00352F8F" w:rsidR="009D0B63" w:rsidP="00352F8F" w:rsidRDefault="0009148C" w14:paraId="12038758" w14:textId="247973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5"/>
                <w:szCs w:val="24"/>
              </w:rPr>
              <w:t>E</w:t>
            </w:r>
            <w:r w:rsidRPr="00352F8F" w:rsidR="009D0B63">
              <w:rPr>
                <w:rFonts w:ascii="Corbel" w:hAnsi="Corbel"/>
                <w:b w:val="0"/>
                <w:w w:val="95"/>
                <w:szCs w:val="24"/>
              </w:rPr>
              <w:t>K_0</w:t>
            </w:r>
            <w:r>
              <w:rPr>
                <w:rFonts w:ascii="Corbel" w:hAnsi="Corbel"/>
                <w:b w:val="0"/>
                <w:w w:val="95"/>
                <w:szCs w:val="24"/>
              </w:rPr>
              <w:t>5</w:t>
            </w:r>
          </w:p>
        </w:tc>
        <w:tc>
          <w:tcPr>
            <w:tcW w:w="5528" w:type="dxa"/>
            <w:tcMar/>
            <w:vAlign w:val="center"/>
          </w:tcPr>
          <w:p w:rsidRPr="009D0B63" w:rsidR="009D0B63" w:rsidP="00F563DF" w:rsidRDefault="009D0B63" w14:paraId="2C6BFEDB" w14:textId="5470E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Mar/>
            <w:vAlign w:val="center"/>
          </w:tcPr>
          <w:p w:rsidRPr="009D0B63" w:rsidR="009D0B63" w:rsidP="00F563DF" w:rsidRDefault="009D0B63" w14:paraId="461CE0C3" w14:textId="593F2BE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9D0B63" w:rsidTr="5C394D2A" w14:paraId="38145335" w14:textId="77777777">
        <w:tc>
          <w:tcPr>
            <w:tcW w:w="1985" w:type="dxa"/>
            <w:tcMar/>
          </w:tcPr>
          <w:p w:rsidRPr="00352F8F" w:rsidR="009D0B63" w:rsidP="00352F8F" w:rsidRDefault="0009148C" w14:paraId="38D0903C" w14:textId="07F75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0"/>
                <w:szCs w:val="24"/>
              </w:rPr>
              <w:t>E</w:t>
            </w:r>
            <w:r w:rsidRPr="00352F8F" w:rsidR="009D0B63">
              <w:rPr>
                <w:rFonts w:ascii="Corbel" w:hAnsi="Corbel"/>
                <w:b w:val="0"/>
                <w:w w:val="90"/>
                <w:szCs w:val="24"/>
              </w:rPr>
              <w:t>K_0</w:t>
            </w:r>
            <w:r>
              <w:rPr>
                <w:rFonts w:ascii="Corbel" w:hAnsi="Corbel"/>
                <w:b w:val="0"/>
                <w:w w:val="90"/>
                <w:szCs w:val="24"/>
              </w:rPr>
              <w:t>6</w:t>
            </w:r>
          </w:p>
        </w:tc>
        <w:tc>
          <w:tcPr>
            <w:tcW w:w="5528" w:type="dxa"/>
            <w:tcMar/>
            <w:vAlign w:val="center"/>
          </w:tcPr>
          <w:p w:rsidRPr="009D0B63" w:rsidR="009D0B63" w:rsidP="00F563DF" w:rsidRDefault="009D0B63" w14:paraId="343A1594" w14:textId="2DD50C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Mar/>
            <w:vAlign w:val="center"/>
          </w:tcPr>
          <w:p w:rsidRPr="009D0B63" w:rsidR="009D0B63" w:rsidP="00F563DF" w:rsidRDefault="009D0B63" w14:paraId="335AA90E" w14:textId="11A0D61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9D0B63" w:rsidTr="5C394D2A" w14:paraId="343EA3F6" w14:textId="77777777">
        <w:tc>
          <w:tcPr>
            <w:tcW w:w="1985" w:type="dxa"/>
            <w:tcMar/>
          </w:tcPr>
          <w:p w:rsidRPr="00352F8F" w:rsidR="009D0B63" w:rsidP="00352F8F" w:rsidRDefault="0009148C" w14:paraId="7EC8D8EA" w14:textId="71398C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0"/>
                <w:szCs w:val="24"/>
              </w:rPr>
              <w:t>E</w:t>
            </w:r>
            <w:r w:rsidRPr="00352F8F" w:rsidR="009D0B63">
              <w:rPr>
                <w:rFonts w:ascii="Corbel" w:hAnsi="Corbel"/>
                <w:b w:val="0"/>
                <w:w w:val="90"/>
                <w:szCs w:val="24"/>
              </w:rPr>
              <w:t>K_0</w:t>
            </w:r>
            <w:r>
              <w:rPr>
                <w:rFonts w:ascii="Corbel" w:hAnsi="Corbel"/>
                <w:b w:val="0"/>
                <w:w w:val="90"/>
                <w:szCs w:val="24"/>
              </w:rPr>
              <w:t>7</w:t>
            </w:r>
          </w:p>
        </w:tc>
        <w:tc>
          <w:tcPr>
            <w:tcW w:w="5528" w:type="dxa"/>
            <w:tcMar/>
            <w:vAlign w:val="center"/>
          </w:tcPr>
          <w:p w:rsidRPr="009D0B63" w:rsidR="009D0B63" w:rsidP="5C394D2A" w:rsidRDefault="009D0B63" w14:paraId="17D35E9B" w14:textId="3B8532F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C394D2A" w:rsidR="009D0B6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Egzamin ustny lub pisemny</w:t>
            </w:r>
          </w:p>
        </w:tc>
        <w:tc>
          <w:tcPr>
            <w:tcW w:w="2126" w:type="dxa"/>
            <w:tcMar/>
            <w:vAlign w:val="center"/>
          </w:tcPr>
          <w:p w:rsidRPr="009D0B63" w:rsidR="009D0B63" w:rsidP="00F563DF" w:rsidRDefault="009D0B63" w14:paraId="22E131C2" w14:textId="0E14A7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:rsidRPr="009C54AE" w:rsidR="00923D7D" w:rsidP="009C54AE" w:rsidRDefault="00923D7D" w14:paraId="6224EE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DEFF7A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39FBD86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C394D2A" w14:paraId="7F4F45BB" w14:textId="77777777">
        <w:tc>
          <w:tcPr>
            <w:tcW w:w="9670" w:type="dxa"/>
            <w:tcMar/>
          </w:tcPr>
          <w:p w:rsidRPr="0084366D" w:rsidR="009D0B63" w:rsidP="009D0B63" w:rsidRDefault="009D0B63" w14:paraId="37BA84A8" w14:textId="44B3E2F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zCs w:val="24"/>
              </w:rPr>
            </w:pPr>
            <w:r w:rsidRPr="009729E1">
              <w:rPr>
                <w:rFonts w:ascii="Corbel" w:hAnsi="Corbel"/>
                <w:b w:val="0"/>
                <w:szCs w:val="24"/>
              </w:rPr>
              <w:t xml:space="preserve">Wynik </w:t>
            </w:r>
            <w:r w:rsidR="005E29FA">
              <w:rPr>
                <w:rFonts w:ascii="Corbel" w:hAnsi="Corbel"/>
                <w:b w:val="0"/>
                <w:szCs w:val="24"/>
              </w:rPr>
              <w:t>egzaminu</w:t>
            </w:r>
            <w:r w:rsidRPr="009729E1">
              <w:rPr>
                <w:rFonts w:ascii="Corbel" w:hAnsi="Corbel"/>
                <w:b w:val="0"/>
                <w:szCs w:val="24"/>
              </w:rPr>
              <w:t xml:space="preserve"> ustalany na podstawie pisemnych odpowiedzi studentów, gdzie ocena pozytywna osiągana jest przy </w:t>
            </w:r>
            <w:r w:rsidR="005E29FA">
              <w:rPr>
                <w:rFonts w:ascii="Corbel" w:hAnsi="Corbel"/>
                <w:b w:val="0"/>
                <w:szCs w:val="24"/>
              </w:rPr>
              <w:t>ponad</w:t>
            </w:r>
            <w:r w:rsidRPr="009729E1">
              <w:rPr>
                <w:rFonts w:ascii="Corbel" w:hAnsi="Corbel"/>
                <w:b w:val="0"/>
                <w:szCs w:val="24"/>
              </w:rPr>
              <w:t xml:space="preserve"> 50% poprawnych </w:t>
            </w:r>
            <w:r w:rsidRPr="0084366D">
              <w:rPr>
                <w:rFonts w:ascii="Corbel" w:hAnsi="Corbel"/>
                <w:b w:val="0"/>
                <w:szCs w:val="24"/>
              </w:rPr>
              <w:t>odpowiedz</w:t>
            </w:r>
            <w:r>
              <w:rPr>
                <w:rFonts w:ascii="Corbel" w:hAnsi="Corbel"/>
                <w:b w:val="0"/>
                <w:szCs w:val="24"/>
              </w:rPr>
              <w:t>ia</w:t>
            </w:r>
            <w:r w:rsidRPr="0084366D">
              <w:rPr>
                <w:rFonts w:ascii="Corbel" w:hAnsi="Corbel"/>
                <w:b w:val="0"/>
                <w:szCs w:val="24"/>
              </w:rPr>
              <w:t>ch.</w:t>
            </w:r>
          </w:p>
          <w:p w:rsidRPr="009729E1" w:rsidR="009D0B63" w:rsidP="009D0B63" w:rsidRDefault="009D0B63" w14:paraId="09800524" w14:textId="515275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z w:val="24"/>
                <w:szCs w:val="24"/>
              </w:rPr>
              <w:t xml:space="preserve">W przypadku </w:t>
            </w:r>
            <w:r w:rsidR="005E29FA">
              <w:rPr>
                <w:rFonts w:ascii="Corbel" w:hAnsi="Corbel"/>
                <w:sz w:val="24"/>
                <w:szCs w:val="24"/>
              </w:rPr>
              <w:t>egzaminu</w:t>
            </w:r>
            <w:r w:rsidRPr="009729E1">
              <w:rPr>
                <w:rFonts w:ascii="Corbel" w:hAnsi="Corbel"/>
                <w:sz w:val="24"/>
                <w:szCs w:val="24"/>
              </w:rPr>
              <w:t xml:space="preserve"> ustnego – 3 pytania zadane przez </w:t>
            </w:r>
            <w:r w:rsidR="005E29FA">
              <w:rPr>
                <w:rFonts w:ascii="Corbel" w:hAnsi="Corbel"/>
                <w:sz w:val="24"/>
                <w:szCs w:val="24"/>
              </w:rPr>
              <w:t>egzaminatora</w:t>
            </w:r>
            <w:r w:rsidRPr="009729E1">
              <w:rPr>
                <w:rFonts w:ascii="Corbel" w:hAnsi="Corbel"/>
                <w:sz w:val="24"/>
                <w:szCs w:val="24"/>
              </w:rPr>
              <w:t xml:space="preserve">. Warunkiem </w:t>
            </w:r>
            <w:r w:rsidR="005E29FA">
              <w:rPr>
                <w:rFonts w:ascii="Corbel" w:hAnsi="Corbel"/>
                <w:sz w:val="24"/>
                <w:szCs w:val="24"/>
              </w:rPr>
              <w:t>zdania egzaminu</w:t>
            </w:r>
            <w:r w:rsidRPr="009729E1">
              <w:rPr>
                <w:rFonts w:ascii="Corbel" w:hAnsi="Corbel"/>
                <w:sz w:val="24"/>
                <w:szCs w:val="24"/>
              </w:rPr>
              <w:t xml:space="preserve"> jest udzielenie poprawnej odpowiedzi na dwa pytania.</w:t>
            </w:r>
          </w:p>
          <w:p w:rsidRPr="009C54AE" w:rsidR="00923D7D" w:rsidP="009C54AE" w:rsidRDefault="009D0B63" w14:paraId="0F51DC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9E1">
              <w:rPr>
                <w:rFonts w:ascii="Corbel" w:hAnsi="Corbel"/>
                <w:b w:val="0"/>
                <w:szCs w:val="24"/>
              </w:rPr>
              <w:t>Kryteria oceny: kompletność odpowiedzi, poprawna terminologia, aktualny stan prawny.</w:t>
            </w:r>
          </w:p>
          <w:p w:rsidRPr="009C54AE" w:rsidR="0085747A" w:rsidP="009C54AE" w:rsidRDefault="0085747A" w14:paraId="5296D3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1F33195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65EC7A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D1D8D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50888A4" w14:textId="77777777">
        <w:tc>
          <w:tcPr>
            <w:tcW w:w="4962" w:type="dxa"/>
            <w:vAlign w:val="center"/>
          </w:tcPr>
          <w:p w:rsidRPr="009C54AE" w:rsidR="0085747A" w:rsidP="009C54AE" w:rsidRDefault="00C61DC5" w14:paraId="71BE1D2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571AD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D500925" w14:textId="77777777">
        <w:tc>
          <w:tcPr>
            <w:tcW w:w="4962" w:type="dxa"/>
          </w:tcPr>
          <w:p w:rsidRPr="009C54AE" w:rsidR="0085747A" w:rsidP="009C54AE" w:rsidRDefault="00C61DC5" w14:paraId="036EC8E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352F8F" w14:paraId="4C1E31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9D0B6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9C54AE" w:rsidR="00C61DC5" w:rsidTr="00923D7D" w14:paraId="691A75E6" w14:textId="77777777">
        <w:tc>
          <w:tcPr>
            <w:tcW w:w="4962" w:type="dxa"/>
          </w:tcPr>
          <w:p w:rsidRPr="009C54AE" w:rsidR="00C61DC5" w:rsidP="009C54AE" w:rsidRDefault="00C61DC5" w14:paraId="427BAC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DA2196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9D0B63" w14:paraId="6EB677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Pr="009C54AE" w:rsidR="00C61DC5" w:rsidTr="00923D7D" w14:paraId="224EF51B" w14:textId="77777777">
        <w:tc>
          <w:tcPr>
            <w:tcW w:w="4962" w:type="dxa"/>
          </w:tcPr>
          <w:p w:rsidRPr="009C54AE" w:rsidR="0071620A" w:rsidP="009C54AE" w:rsidRDefault="00C61DC5" w14:paraId="3729E6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5D701C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352F8F" w14:paraId="30F782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  <w:r w:rsidR="009D0B6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9C54AE" w:rsidR="0085747A" w:rsidTr="00923D7D" w14:paraId="41B9CCE3" w14:textId="77777777">
        <w:tc>
          <w:tcPr>
            <w:tcW w:w="4962" w:type="dxa"/>
          </w:tcPr>
          <w:p w:rsidRPr="009C54AE" w:rsidR="0085747A" w:rsidP="009C54AE" w:rsidRDefault="0085747A" w14:paraId="4A1DCF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9D0B63" w14:paraId="74B0E7C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2E7E4F65" w14:textId="77777777">
        <w:tc>
          <w:tcPr>
            <w:tcW w:w="4962" w:type="dxa"/>
          </w:tcPr>
          <w:p w:rsidRPr="009C54AE" w:rsidR="0085747A" w:rsidP="009C54AE" w:rsidRDefault="0085747A" w14:paraId="0FF5EE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9D0B63" w14:paraId="68CA28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3EB88F1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9561E1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7CCAC0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1EF417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5C394D2A" w14:paraId="3E09A9A6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2AF0D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5C394D2A" w:rsidRDefault="0085747A" w14:paraId="70B72B6B" w14:textId="6F69277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C394D2A" w:rsidR="37B2859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5C394D2A" w14:paraId="4897F03B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3BE0F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5C394D2A" w:rsidRDefault="0085747A" w14:paraId="7D733A7E" w14:textId="0950863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C394D2A" w:rsidR="2447A16A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07E7D60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40ADF8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102D0F3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5C394D2A" w14:paraId="11DCBBA6" w14:textId="77777777">
        <w:trPr>
          <w:trHeight w:val="397"/>
        </w:trPr>
        <w:tc>
          <w:tcPr>
            <w:tcW w:w="7513" w:type="dxa"/>
            <w:tcMar/>
          </w:tcPr>
          <w:p w:rsidR="0085747A" w:rsidP="5C394D2A" w:rsidRDefault="0085747A" w14:paraId="2BAE538E" w14:textId="77777777">
            <w:pPr>
              <w:pStyle w:val="Punktygwne"/>
              <w:spacing w:before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C394D2A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440F9E" w:rsidR="009D0B63" w:rsidP="009D0B63" w:rsidRDefault="00DB0135" w14:paraId="59C8317F" w14:textId="3BBFAB99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Pr="00440F9E" w:rsidR="009D0B63">
              <w:rPr>
                <w:rFonts w:ascii="Corbel" w:hAnsi="Corbel"/>
                <w:sz w:val="24"/>
                <w:szCs w:val="24"/>
              </w:rPr>
              <w:t xml:space="preserve">Brzeziński (red.), A. Olesińska (red.), </w:t>
            </w:r>
            <w:r w:rsidRPr="00440F9E" w:rsidR="009D0B63">
              <w:rPr>
                <w:rFonts w:ascii="Corbel" w:hAnsi="Corbel"/>
                <w:i/>
                <w:sz w:val="24"/>
                <w:szCs w:val="24"/>
              </w:rPr>
              <w:t>Prawo finansów publicznych</w:t>
            </w:r>
            <w:r w:rsidRPr="00440F9E" w:rsidR="009D0B63">
              <w:rPr>
                <w:rFonts w:ascii="Corbel" w:hAnsi="Corbel"/>
                <w:sz w:val="24"/>
                <w:szCs w:val="24"/>
              </w:rPr>
              <w:t>, Toruń 2017;</w:t>
            </w:r>
          </w:p>
          <w:p w:rsidRPr="00BE6C66" w:rsidR="009D0B63" w:rsidP="009D0B63" w:rsidRDefault="00DB0135" w14:paraId="701FB6D7" w14:textId="5A353AB2">
            <w:pPr>
              <w:pStyle w:val="Nagwek1"/>
              <w:numPr>
                <w:ilvl w:val="0"/>
                <w:numId w:val="2"/>
              </w:numPr>
              <w:spacing w:before="0"/>
              <w:rPr>
                <w:rFonts w:ascii="Corbel" w:hAnsi="Corbel" w:eastAsia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</w:t>
            </w:r>
            <w:r w:rsidRPr="00BE6C66" w:rsidR="009D0B63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Nowak-Far (red.), M. Frysztak, A. Mikos-Sitek, R. Oktaba, A. Partyka-Popiela, </w:t>
            </w:r>
            <w:r w:rsidRPr="00BE6C66" w:rsidR="009D0B63">
              <w:rPr>
                <w:rFonts w:ascii="Corbel" w:hAnsi="Corbel" w:eastAsia="Times New Roman" w:cs="Times New Roman"/>
                <w:bCs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  <w:t xml:space="preserve">Finanse publiczne i prawo finansowe, </w:t>
            </w:r>
            <w:r w:rsidRPr="00BE6C66" w:rsidR="009D0B63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Warszawa 2020;</w:t>
            </w:r>
          </w:p>
          <w:p w:rsidR="009D0B63" w:rsidP="009D0B63" w:rsidRDefault="005E29FA" w14:paraId="0BB650EB" w14:textId="688C8389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r w:rsidRPr="00440F9E" w:rsidR="009D0B63">
              <w:rPr>
                <w:rFonts w:ascii="Corbel" w:hAnsi="Corbel"/>
                <w:sz w:val="24"/>
                <w:szCs w:val="24"/>
              </w:rPr>
              <w:t xml:space="preserve">Drwiłło (red.), A. Jurkowska-Zeidler (red.), </w:t>
            </w:r>
            <w:r w:rsidRPr="00440F9E" w:rsidR="009D0B63">
              <w:rPr>
                <w:rFonts w:ascii="Corbel" w:hAnsi="Corbel"/>
                <w:i/>
                <w:sz w:val="24"/>
                <w:szCs w:val="24"/>
              </w:rPr>
              <w:t>System prawnofinansowy Unii Europejskiej</w:t>
            </w:r>
            <w:r w:rsidRPr="00440F9E" w:rsidR="009D0B63">
              <w:rPr>
                <w:rFonts w:ascii="Corbel" w:hAnsi="Corbel"/>
                <w:sz w:val="24"/>
                <w:szCs w:val="24"/>
              </w:rPr>
              <w:t>, Warszawa 2017;</w:t>
            </w:r>
          </w:p>
          <w:p w:rsidRPr="009D0B63" w:rsidR="009D0B63" w:rsidP="009D0B63" w:rsidRDefault="009D0B63" w14:paraId="6C4AEFC1" w14:textId="77777777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 xml:space="preserve">A. Borodo, </w:t>
            </w:r>
            <w:r w:rsidRPr="00DB0135">
              <w:rPr>
                <w:rFonts w:ascii="Corbel" w:hAnsi="Corbel"/>
                <w:i/>
                <w:iCs/>
                <w:sz w:val="24"/>
                <w:szCs w:val="24"/>
              </w:rPr>
              <w:t>Finanse publiczne. Zagadnienia ustrojowe i prawne</w:t>
            </w:r>
            <w:r w:rsidRPr="009D0B63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  <w:tr w:rsidRPr="009C54AE" w:rsidR="0085747A" w:rsidTr="5C394D2A" w14:paraId="72F57E26" w14:textId="77777777">
        <w:trPr>
          <w:trHeight w:val="397"/>
        </w:trPr>
        <w:tc>
          <w:tcPr>
            <w:tcW w:w="7513" w:type="dxa"/>
            <w:tcMar/>
          </w:tcPr>
          <w:p w:rsidR="0085747A" w:rsidP="5C394D2A" w:rsidRDefault="0085747A" w14:paraId="5C177E95" w14:textId="77777777">
            <w:pPr>
              <w:pStyle w:val="Punktygwne"/>
              <w:spacing w:before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C394D2A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5D56B8" w:rsidR="003A2F42" w:rsidP="005D56B8" w:rsidRDefault="003A2F42" w14:paraId="6755D23A" w14:textId="7EB9FAED">
            <w:pPr>
              <w:pStyle w:val="Tekstprzypisudolnego"/>
              <w:numPr>
                <w:ilvl w:val="0"/>
                <w:numId w:val="3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56B8">
              <w:rPr>
                <w:rFonts w:ascii="Corbel" w:hAnsi="Corbel"/>
                <w:sz w:val="24"/>
                <w:szCs w:val="24"/>
              </w:rPr>
              <w:t>E. Ura, S. Pieprzny (red.),</w:t>
            </w:r>
            <w:r w:rsidRPr="005D56B8">
              <w:rPr>
                <w:rFonts w:ascii="Corbel" w:hAnsi="Corbel"/>
                <w:i/>
                <w:sz w:val="24"/>
                <w:szCs w:val="24"/>
              </w:rPr>
              <w:t xml:space="preserve"> Bezpieczeństwo wewnętrzne państwa,</w:t>
            </w:r>
            <w:r w:rsidRPr="005D56B8">
              <w:rPr>
                <w:rFonts w:ascii="Corbel" w:hAnsi="Corbel"/>
                <w:sz w:val="24"/>
                <w:szCs w:val="24"/>
              </w:rPr>
              <w:t xml:space="preserve"> Rzeszów 2015</w:t>
            </w:r>
            <w:r w:rsidRPr="005D56B8" w:rsidR="005D56B8">
              <w:rPr>
                <w:rFonts w:ascii="Corbel" w:hAnsi="Corbel"/>
                <w:sz w:val="24"/>
                <w:szCs w:val="24"/>
              </w:rPr>
              <w:t>,</w:t>
            </w:r>
          </w:p>
          <w:p w:rsidRPr="005D56B8" w:rsidR="005D56B8" w:rsidP="005D56B8" w:rsidRDefault="005D56B8" w14:paraId="3FDC5F4B" w14:textId="65D3B8CF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hAnsi="Corbel" w:cs="Calibri"/>
                <w:bCs/>
                <w:i/>
                <w:sz w:val="24"/>
                <w:szCs w:val="24"/>
              </w:rPr>
            </w:pPr>
            <w:r w:rsidRPr="005D56B8">
              <w:rPr>
                <w:rFonts w:ascii="Corbel" w:hAnsi="Corbel" w:cs="Calibri"/>
                <w:bCs/>
                <w:sz w:val="24"/>
                <w:szCs w:val="24"/>
              </w:rPr>
              <w:t>E. Ura, E. Feret i S. Pieprzny (red.),</w:t>
            </w:r>
            <w:r w:rsidRPr="005D56B8">
              <w:rPr>
                <w:rFonts w:ascii="Corbel" w:hAnsi="Corbel" w:cs="Calibri"/>
                <w:bCs/>
                <w:i/>
                <w:sz w:val="24"/>
                <w:szCs w:val="24"/>
              </w:rPr>
              <w:t xml:space="preserve"> Zagadnienia bezpieczeństwa i porządku publicznego w jednostkach samorządu terytorialnego</w:t>
            </w:r>
            <w:r w:rsidRPr="005D56B8">
              <w:rPr>
                <w:rFonts w:ascii="Corbel" w:hAnsi="Corbel" w:cs="Calibri"/>
                <w:bCs/>
                <w:sz w:val="24"/>
                <w:szCs w:val="24"/>
              </w:rPr>
              <w:t>, pod red. E, Rzeszów 2018.</w:t>
            </w:r>
          </w:p>
          <w:p w:rsidRPr="005D56B8" w:rsidR="009D0B63" w:rsidP="005D56B8" w:rsidRDefault="00DB0135" w14:paraId="0C600B93" w14:textId="503A4AD6">
            <w:pPr>
              <w:pStyle w:val="Tekstprzypisudolnego"/>
              <w:numPr>
                <w:ilvl w:val="0"/>
                <w:numId w:val="3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56B8">
              <w:rPr>
                <w:rFonts w:ascii="Corbel" w:hAnsi="Corbel"/>
                <w:sz w:val="24"/>
                <w:szCs w:val="24"/>
              </w:rPr>
              <w:t xml:space="preserve">C. </w:t>
            </w:r>
            <w:r w:rsidRPr="005D56B8" w:rsidR="009D0B63">
              <w:rPr>
                <w:rFonts w:ascii="Corbel" w:hAnsi="Corbel"/>
                <w:sz w:val="24"/>
                <w:szCs w:val="24"/>
              </w:rPr>
              <w:t xml:space="preserve">Kosikowski, </w:t>
            </w:r>
            <w:r w:rsidRPr="005D56B8" w:rsidR="009D0B63">
              <w:rPr>
                <w:rFonts w:ascii="Corbel" w:hAnsi="Corbel"/>
                <w:i/>
                <w:sz w:val="24"/>
                <w:szCs w:val="24"/>
              </w:rPr>
              <w:t>Finanse i prawo finansowe Unii Europejskiej</w:t>
            </w:r>
            <w:r w:rsidRPr="005D56B8" w:rsidR="009D0B63">
              <w:rPr>
                <w:rFonts w:ascii="Corbel" w:hAnsi="Corbel"/>
                <w:sz w:val="24"/>
                <w:szCs w:val="24"/>
              </w:rPr>
              <w:t>, Warszawa 2014;</w:t>
            </w:r>
          </w:p>
          <w:p w:rsidRPr="009D0B63" w:rsidR="009D0B63" w:rsidP="005D56B8" w:rsidRDefault="009D0B63" w14:paraId="5BA8BA07" w14:textId="77777777">
            <w:pPr>
              <w:pStyle w:val="Tekstprzypisudolnego"/>
              <w:numPr>
                <w:ilvl w:val="0"/>
                <w:numId w:val="3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56B8">
              <w:rPr>
                <w:rFonts w:ascii="Corbel" w:hAnsi="Corbel"/>
                <w:bCs/>
                <w:sz w:val="24"/>
                <w:szCs w:val="24"/>
              </w:rPr>
              <w:t xml:space="preserve">W. Miemiec (red.), </w:t>
            </w:r>
            <w:r w:rsidRPr="005D56B8">
              <w:rPr>
                <w:rFonts w:ascii="Corbel" w:hAnsi="Corbel" w:eastAsia="Times New Roman"/>
                <w:bCs/>
                <w:i/>
                <w:iCs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</w:t>
            </w:r>
            <w:r w:rsidRPr="005D56B8">
              <w:rPr>
                <w:rFonts w:ascii="Corbel" w:hAnsi="Corbel" w:eastAsia="Times New Roman"/>
                <w:bCs/>
                <w:spacing w:val="-12"/>
                <w:kern w:val="36"/>
                <w:sz w:val="24"/>
                <w:szCs w:val="24"/>
                <w:lang w:eastAsia="pl-PL"/>
              </w:rPr>
              <w:t>, Warszawa 2020.</w:t>
            </w:r>
          </w:p>
        </w:tc>
      </w:tr>
    </w:tbl>
    <w:p w:rsidRPr="009C54AE" w:rsidR="0085747A" w:rsidP="009C54AE" w:rsidRDefault="0085747A" w14:paraId="4EF56F5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8BC457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9C2250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504EC" w:rsidP="00C16ABF" w:rsidRDefault="005504EC" w14:paraId="064E4BFC" w14:textId="77777777">
      <w:pPr>
        <w:spacing w:after="0" w:line="240" w:lineRule="auto"/>
      </w:pPr>
      <w:r>
        <w:separator/>
      </w:r>
    </w:p>
  </w:endnote>
  <w:endnote w:type="continuationSeparator" w:id="0">
    <w:p w:rsidR="005504EC" w:rsidP="00C16ABF" w:rsidRDefault="005504EC" w14:paraId="2E04CB7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504EC" w:rsidP="00C16ABF" w:rsidRDefault="005504EC" w14:paraId="7EDE60A2" w14:textId="77777777">
      <w:pPr>
        <w:spacing w:after="0" w:line="240" w:lineRule="auto"/>
      </w:pPr>
      <w:r>
        <w:separator/>
      </w:r>
    </w:p>
  </w:footnote>
  <w:footnote w:type="continuationSeparator" w:id="0">
    <w:p w:rsidR="005504EC" w:rsidP="00C16ABF" w:rsidRDefault="005504EC" w14:paraId="66CB963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092C54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F07C36"/>
    <w:multiLevelType w:val="hybridMultilevel"/>
    <w:tmpl w:val="F170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43A66"/>
    <w:multiLevelType w:val="hybridMultilevel"/>
    <w:tmpl w:val="3272C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3322F8"/>
    <w:multiLevelType w:val="hybridMultilevel"/>
    <w:tmpl w:val="B242272A"/>
    <w:lvl w:ilvl="0" w:tplc="45809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48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04C"/>
    <w:rsid w:val="0024028F"/>
    <w:rsid w:val="00244ABC"/>
    <w:rsid w:val="002452ED"/>
    <w:rsid w:val="00273C4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8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F8F"/>
    <w:rsid w:val="003530DD"/>
    <w:rsid w:val="00363F78"/>
    <w:rsid w:val="00373FA9"/>
    <w:rsid w:val="003A0A5B"/>
    <w:rsid w:val="003A1176"/>
    <w:rsid w:val="003A2F42"/>
    <w:rsid w:val="003C0BAE"/>
    <w:rsid w:val="003D18A9"/>
    <w:rsid w:val="003D6CE2"/>
    <w:rsid w:val="003E048B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C0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4EC"/>
    <w:rsid w:val="0056696D"/>
    <w:rsid w:val="00576DEE"/>
    <w:rsid w:val="0059484D"/>
    <w:rsid w:val="005A0855"/>
    <w:rsid w:val="005A133C"/>
    <w:rsid w:val="005A3196"/>
    <w:rsid w:val="005B7921"/>
    <w:rsid w:val="005C080F"/>
    <w:rsid w:val="005C55E5"/>
    <w:rsid w:val="005C696A"/>
    <w:rsid w:val="005D56B8"/>
    <w:rsid w:val="005E29F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1EE"/>
    <w:rsid w:val="007C3299"/>
    <w:rsid w:val="007C3BCC"/>
    <w:rsid w:val="007C4546"/>
    <w:rsid w:val="007D6E56"/>
    <w:rsid w:val="007F4155"/>
    <w:rsid w:val="0081554D"/>
    <w:rsid w:val="0081707E"/>
    <w:rsid w:val="008449B3"/>
    <w:rsid w:val="00845A78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7FC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0B63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17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80A"/>
    <w:rsid w:val="00DA2114"/>
    <w:rsid w:val="00DB0135"/>
    <w:rsid w:val="00DE09C0"/>
    <w:rsid w:val="00DE4A14"/>
    <w:rsid w:val="00DE6FD8"/>
    <w:rsid w:val="00DF320D"/>
    <w:rsid w:val="00DF71C8"/>
    <w:rsid w:val="00E129B8"/>
    <w:rsid w:val="00E21E7D"/>
    <w:rsid w:val="00E22FBC"/>
    <w:rsid w:val="00E24BF5"/>
    <w:rsid w:val="00E25338"/>
    <w:rsid w:val="00E51E44"/>
    <w:rsid w:val="00E55D4A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E96011"/>
    <w:rsid w:val="1704F82C"/>
    <w:rsid w:val="2447A16A"/>
    <w:rsid w:val="37B28593"/>
    <w:rsid w:val="3F9D68CF"/>
    <w:rsid w:val="41393930"/>
    <w:rsid w:val="547892CC"/>
    <w:rsid w:val="5C394D2A"/>
    <w:rsid w:val="74CCA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9A95B"/>
  <w15:docId w15:val="{C7D33F9B-AB37-4E13-BAEA-818E15DA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0B6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576DEE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576DE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Akapitzlist1" w:customStyle="1">
    <w:name w:val="Akapit z listą1"/>
    <w:basedOn w:val="Normalny"/>
    <w:rsid w:val="00845A78"/>
    <w:pPr>
      <w:ind w:left="720"/>
    </w:pPr>
    <w:rPr>
      <w:rFonts w:eastAsia="Times New Roman"/>
    </w:rPr>
  </w:style>
  <w:style w:type="character" w:styleId="Nagwek1Znak" w:customStyle="1">
    <w:name w:val="Nagłówek 1 Znak"/>
    <w:basedOn w:val="Domylnaczcionkaakapitu"/>
    <w:link w:val="Nagwek1"/>
    <w:uiPriority w:val="9"/>
    <w:rsid w:val="009D0B6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8</revision>
  <lastPrinted>2019-02-06T12:12:00.0000000Z</lastPrinted>
  <dcterms:created xsi:type="dcterms:W3CDTF">2021-12-09T15:35:00.0000000Z</dcterms:created>
  <dcterms:modified xsi:type="dcterms:W3CDTF">2022-01-20T10:11:18.3898925Z</dcterms:modified>
</coreProperties>
</file>